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b/>
          <w:bCs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</w:rPr>
        <w:t>附件1</w:t>
      </w:r>
    </w:p>
    <w:p>
      <w:pPr>
        <w:jc w:val="center"/>
        <w:rPr>
          <w:rFonts w:hint="eastAsia" w:ascii="Times New Roman" w:hAnsi="Times New Roman" w:eastAsia="宋体"/>
          <w:b/>
          <w:sz w:val="44"/>
        </w:rPr>
      </w:pPr>
      <w:r>
        <w:rPr>
          <w:rFonts w:hint="eastAsia" w:ascii="Times New Roman" w:hAnsi="Times New Roman" w:eastAsia="宋体"/>
          <w:b/>
          <w:sz w:val="44"/>
          <w:lang w:val="en-US" w:eastAsia="zh-CN"/>
        </w:rPr>
        <w:t>2023</w:t>
      </w:r>
      <w:r>
        <w:rPr>
          <w:rFonts w:ascii="Times New Roman" w:hAnsi="Times New Roman" w:eastAsia="宋体"/>
          <w:b/>
          <w:sz w:val="44"/>
        </w:rPr>
        <w:t>年大学生年度人物</w:t>
      </w:r>
      <w:r>
        <w:rPr>
          <w:rFonts w:hint="eastAsia" w:ascii="Times New Roman" w:hAnsi="Times New Roman" w:eastAsia="宋体"/>
          <w:b/>
          <w:sz w:val="44"/>
          <w:lang w:val="en-US" w:eastAsia="zh-CN"/>
        </w:rPr>
        <w:t>评选报名</w:t>
      </w:r>
      <w:r>
        <w:rPr>
          <w:rFonts w:ascii="Times New Roman" w:hAnsi="Times New Roman" w:eastAsia="宋体"/>
          <w:b/>
          <w:sz w:val="44"/>
        </w:rPr>
        <w:t>表</w:t>
      </w:r>
    </w:p>
    <w:p>
      <w:pPr>
        <w:jc w:val="center"/>
        <w:rPr>
          <w:rFonts w:ascii="Times New Roman" w:hAnsi="Times New Roman" w:eastAsia="楷体_GB2312"/>
          <w:b/>
          <w:sz w:val="36"/>
        </w:rPr>
      </w:pPr>
    </w:p>
    <w:tbl>
      <w:tblPr>
        <w:tblStyle w:val="3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403"/>
        <w:gridCol w:w="1485"/>
        <w:gridCol w:w="2475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姓名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1485" w:type="dxa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性别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214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sz w:val="2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民族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1485" w:type="dxa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出生年月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21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政治面貌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1485" w:type="dxa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籍贯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21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hint="default" w:ascii="Times New Roman" w:hAnsi="Times New Roman" w:eastAsia="宋体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  <w:lang w:val="en-US" w:eastAsia="zh-CN"/>
              </w:rPr>
              <w:t>学院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1485" w:type="dxa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手机号码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21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年级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  <w:tc>
          <w:tcPr>
            <w:tcW w:w="1485" w:type="dxa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班级</w:t>
            </w:r>
          </w:p>
        </w:tc>
        <w:tc>
          <w:tcPr>
            <w:tcW w:w="46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ascii="Times New Roman" w:hAnsi="Times New Roman" w:eastAsia="宋体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sz w:val="28"/>
                <w:szCs w:val="24"/>
              </w:rPr>
              <w:t>事迹标题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  <w:lang w:val="en-US" w:eastAsia="zh-CN"/>
              </w:rPr>
              <w:t>事迹简介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1000字以内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  <w:lang w:val="en-US" w:eastAsia="zh-CN"/>
              </w:rPr>
              <w:t>本人获校级及以上奖励情况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</w:rPr>
              <w:t>列出最重要的奖项10个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按照国家级、省级、市级、校级顺序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格式：1．奖项名称，获奖时间，颁奖单位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  <w:lang w:val="en-US" w:eastAsia="zh-CN"/>
              </w:rPr>
              <w:t>本人公开发表的研究成果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格式：1．研究成果名称，获得时间，颁发单位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hint="eastAsia"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</w:rPr>
              <w:t>个人承诺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本人承诺，本表信息全部真实有效。如有虚假，愿意承担一切后果。在评选过程中，本人将严格遵守评选规定，不弄虚作假、不扰乱正常评选秩序。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签名：                    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 xml:space="preserve">                               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宋体"/>
                <w:sz w:val="24"/>
              </w:rPr>
              <w:t xml:space="preserve">  </w:t>
            </w:r>
            <w:r>
              <w:rPr>
                <w:rFonts w:hint="eastAsia" w:ascii="Times New Roman" w:hAnsi="Times New Roman" w:eastAsia="宋体"/>
                <w:sz w:val="24"/>
              </w:rPr>
              <w:t>年</w:t>
            </w:r>
            <w:r>
              <w:rPr>
                <w:rFonts w:ascii="Times New Roman" w:hAnsi="Times New Roman" w:eastAsia="宋体"/>
                <w:sz w:val="24"/>
              </w:rPr>
              <w:t xml:space="preserve">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spacing w:line="480" w:lineRule="exact"/>
              <w:jc w:val="distribute"/>
              <w:rPr>
                <w:rFonts w:hint="default" w:ascii="Times New Roman" w:hAnsi="Times New Roman" w:eastAsia="宋体"/>
                <w:b/>
                <w:bCs/>
                <w:sz w:val="28"/>
                <w:lang w:val="en-US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  <w:lang w:val="en-US" w:eastAsia="zh-CN"/>
              </w:rPr>
              <w:t>二级学院推荐意见</w:t>
            </w:r>
          </w:p>
          <w:p>
            <w:pPr>
              <w:spacing w:line="480" w:lineRule="exact"/>
              <w:jc w:val="distribute"/>
              <w:rPr>
                <w:rFonts w:hint="eastAsia" w:ascii="Times New Roman" w:hAnsi="Times New Roman" w:eastAsia="宋体"/>
                <w:b/>
                <w:bCs/>
                <w:sz w:val="28"/>
              </w:rPr>
            </w:pP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0" w:firstLineChars="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本单位已核实申报人需提交的全部材料准确无误并同意推荐。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ascii="Times New Roman" w:hAnsi="Times New Roman" w:eastAsia="宋体"/>
                <w:sz w:val="24"/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签名：                    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二级学院盖章</w:t>
            </w: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    </w:t>
            </w: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年 </w:t>
            </w:r>
            <w:r>
              <w:rPr>
                <w:rFonts w:ascii="Times New Roman" w:hAnsi="Times New Roman" w:eastAsia="宋体"/>
                <w:sz w:val="24"/>
              </w:rPr>
              <w:t xml:space="preserve">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月 </w:t>
            </w:r>
            <w:r>
              <w:rPr>
                <w:rFonts w:ascii="Times New Roman" w:hAnsi="Times New Roman" w:eastAsia="宋体"/>
                <w:sz w:val="24"/>
              </w:rPr>
              <w:t xml:space="preserve">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hint="eastAsia"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/>
                <w:b/>
                <w:bCs/>
                <w:sz w:val="28"/>
              </w:rPr>
              <w:t>党总支部意见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righ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right"/>
              <w:rPr>
                <w:rFonts w:ascii="Times New Roman" w:hAnsi="Times New Roman" w:eastAsia="宋体"/>
                <w:sz w:val="24"/>
              </w:rPr>
            </w:pP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党总支书记签名：         </w:t>
            </w:r>
          </w:p>
          <w:p>
            <w:pPr>
              <w:spacing w:line="400" w:lineRule="exact"/>
              <w:ind w:firstLine="480" w:firstLineChars="200"/>
              <w:jc w:val="right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</w:p>
          <w:p>
            <w:pPr>
              <w:spacing w:line="400" w:lineRule="exact"/>
              <w:ind w:firstLine="480" w:firstLineChars="200"/>
              <w:jc w:val="right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</w:rPr>
              <w:t xml:space="preserve">                  </w:t>
            </w: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二级学院党支部</w:t>
            </w:r>
            <w:r>
              <w:rPr>
                <w:rFonts w:hint="eastAsia" w:ascii="Times New Roman" w:hAnsi="Times New Roman" w:eastAsia="宋体"/>
                <w:sz w:val="24"/>
              </w:rPr>
              <w:t>盖章）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</w:t>
            </w:r>
          </w:p>
          <w:p>
            <w:pPr>
              <w:wordWrap w:val="0"/>
              <w:spacing w:line="400" w:lineRule="exact"/>
              <w:ind w:firstLine="480" w:firstLineChars="200"/>
              <w:jc w:val="right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年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月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hint="eastAsia"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</w:rPr>
              <w:t>学校团委意见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/>
                <w:sz w:val="24"/>
              </w:rPr>
              <w:t>（盖章）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年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月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distribute"/>
              <w:rPr>
                <w:rFonts w:hint="eastAsia" w:ascii="Times New Roman" w:hAnsi="Times New Roman" w:eastAsia="宋体"/>
                <w:b/>
                <w:bCs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8"/>
              </w:rPr>
              <w:t>学校评审小组意见</w:t>
            </w:r>
          </w:p>
        </w:tc>
        <w:tc>
          <w:tcPr>
            <w:tcW w:w="8505" w:type="dxa"/>
            <w:gridSpan w:val="4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 xml:space="preserve">                              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 xml:space="preserve">                                  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（签名）</w:t>
            </w:r>
          </w:p>
          <w:p>
            <w:pPr>
              <w:spacing w:line="400" w:lineRule="exact"/>
              <w:ind w:firstLine="5040" w:firstLineChars="2100"/>
              <w:jc w:val="left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 xml:space="preserve">年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 xml:space="preserve">月 </w:t>
            </w:r>
            <w:r>
              <w:rPr>
                <w:rFonts w:ascii="Times New Roman" w:hAnsi="Times New Roman" w:eastAsia="宋体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宋体"/>
                <w:sz w:val="24"/>
              </w:rPr>
              <w:t>日</w:t>
            </w:r>
          </w:p>
        </w:tc>
      </w:tr>
    </w:tbl>
    <w:p>
      <w:pPr>
        <w:ind w:firstLine="482" w:firstLineChars="200"/>
        <w:rPr>
          <w:rFonts w:ascii="Times New Roman" w:hAnsi="Times New Roman" w:eastAsia="仿宋_GB2312"/>
          <w:b/>
          <w:bCs/>
          <w:sz w:val="24"/>
          <w:szCs w:val="20"/>
          <w:u w:val="single"/>
        </w:rPr>
      </w:pPr>
      <w:r>
        <w:rPr>
          <w:rFonts w:hint="eastAsia" w:ascii="Times New Roman" w:hAnsi="Times New Roman" w:eastAsia="仿宋_GB2312"/>
          <w:b/>
          <w:bCs/>
          <w:sz w:val="24"/>
          <w:szCs w:val="20"/>
          <w:u w:val="single"/>
        </w:rPr>
        <w:t>注：不要改变表格，一式两份，双面打印。</w:t>
      </w:r>
    </w:p>
    <w:sectPr>
      <w:pgSz w:w="11906" w:h="16838"/>
      <w:pgMar w:top="993" w:right="1418" w:bottom="993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1ODFlN2RlNDhkZTQwMGY5YjU4MDM2MTlkNTYzM2EifQ=="/>
  </w:docVars>
  <w:rsids>
    <w:rsidRoot w:val="005F27F8"/>
    <w:rsid w:val="00286149"/>
    <w:rsid w:val="004772F8"/>
    <w:rsid w:val="00493161"/>
    <w:rsid w:val="005F27F8"/>
    <w:rsid w:val="006B46AB"/>
    <w:rsid w:val="007016E4"/>
    <w:rsid w:val="00A409A8"/>
    <w:rsid w:val="00AA5618"/>
    <w:rsid w:val="00CB0148"/>
    <w:rsid w:val="00D07D62"/>
    <w:rsid w:val="00D4021A"/>
    <w:rsid w:val="00D51698"/>
    <w:rsid w:val="00F12275"/>
    <w:rsid w:val="00F37868"/>
    <w:rsid w:val="06FB74E6"/>
    <w:rsid w:val="0EDB32C2"/>
    <w:rsid w:val="191037B7"/>
    <w:rsid w:val="2A273408"/>
    <w:rsid w:val="2D330BFD"/>
    <w:rsid w:val="530E12E6"/>
    <w:rsid w:val="5CB32755"/>
    <w:rsid w:val="602C0A1A"/>
    <w:rsid w:val="6CC02BC4"/>
    <w:rsid w:val="6EF94940"/>
    <w:rsid w:val="6FA4221E"/>
    <w:rsid w:val="7821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374\Documents\&#33258;&#23450;&#20041;%20Office%20&#27169;&#26495;\&#23398;&#26657;&#27169;&#26495;031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学校模板0318</Template>
  <Pages>2</Pages>
  <Words>285</Words>
  <Characters>293</Characters>
  <Lines>4</Lines>
  <Paragraphs>1</Paragraphs>
  <TotalTime>63</TotalTime>
  <ScaleCrop>false</ScaleCrop>
  <LinksUpToDate>false</LinksUpToDate>
  <CharactersWithSpaces>602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2020-11-16T01:22:00Z</dcterms:created>
  <dc:creator>XJW</dc:creator>
  <cp:lastModifiedBy>梁洁琼</cp:lastModifiedBy>
  <dcterms:modified xsi:type="dcterms:W3CDTF">2023-10-30T12:19:47Z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E5950AE88B504E3999454642CE78D5B4</vt:lpwstr>
  </property>
</Properties>
</file>